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726" w:tblpY="1621"/>
        <w:tblW w:w="9460" w:type="dxa"/>
        <w:tblLook w:val="04A0" w:firstRow="1" w:lastRow="0" w:firstColumn="1" w:lastColumn="0" w:noHBand="0" w:noVBand="1"/>
      </w:tblPr>
      <w:tblGrid>
        <w:gridCol w:w="2365"/>
        <w:gridCol w:w="2365"/>
        <w:gridCol w:w="2365"/>
        <w:gridCol w:w="2365"/>
      </w:tblGrid>
      <w:tr w:rsidR="007F3032" w14:paraId="7E629E37" w14:textId="77777777" w:rsidTr="007F3032">
        <w:trPr>
          <w:trHeight w:val="822"/>
        </w:trPr>
        <w:tc>
          <w:tcPr>
            <w:tcW w:w="2365" w:type="dxa"/>
          </w:tcPr>
          <w:p w14:paraId="7CA22007" w14:textId="77777777" w:rsidR="000A4FE3" w:rsidRPr="000A4FE3" w:rsidRDefault="000A4FE3" w:rsidP="007F3032">
            <w:pPr>
              <w:rPr>
                <w:rFonts w:ascii="Comic Sans MS" w:hAnsi="Comic Sans MS"/>
                <w:color w:val="FFFFFF" w:themeColor="background1"/>
              </w:rPr>
            </w:pPr>
          </w:p>
        </w:tc>
        <w:tc>
          <w:tcPr>
            <w:tcW w:w="2365" w:type="dxa"/>
          </w:tcPr>
          <w:p w14:paraId="72B39464" w14:textId="77777777" w:rsidR="007F3032" w:rsidRPr="007F3032" w:rsidRDefault="007F3032" w:rsidP="007F3032">
            <w:pPr>
              <w:jc w:val="center"/>
              <w:rPr>
                <w:rFonts w:ascii="Comic Sans MS" w:hAnsi="Comic Sans MS"/>
                <w:sz w:val="22"/>
              </w:rPr>
            </w:pPr>
            <w:r w:rsidRPr="007F3032">
              <w:rPr>
                <w:rFonts w:ascii="Comic Sans MS" w:hAnsi="Comic Sans MS"/>
                <w:sz w:val="22"/>
              </w:rPr>
              <w:t>Point</w:t>
            </w:r>
          </w:p>
        </w:tc>
        <w:tc>
          <w:tcPr>
            <w:tcW w:w="2365" w:type="dxa"/>
          </w:tcPr>
          <w:p w14:paraId="6E50B73D" w14:textId="77777777" w:rsidR="007F3032" w:rsidRPr="007F3032" w:rsidRDefault="007F3032" w:rsidP="007F3032">
            <w:pPr>
              <w:jc w:val="center"/>
              <w:rPr>
                <w:rFonts w:ascii="Comic Sans MS" w:hAnsi="Comic Sans MS"/>
                <w:sz w:val="22"/>
              </w:rPr>
            </w:pPr>
            <w:r w:rsidRPr="007F3032">
              <w:rPr>
                <w:rFonts w:ascii="Comic Sans MS" w:hAnsi="Comic Sans MS"/>
                <w:sz w:val="22"/>
              </w:rPr>
              <w:t>Evidence</w:t>
            </w:r>
          </w:p>
          <w:p w14:paraId="29928331" w14:textId="77777777" w:rsidR="007F3032" w:rsidRPr="007F3032" w:rsidRDefault="007F3032" w:rsidP="007F3032">
            <w:pPr>
              <w:jc w:val="center"/>
              <w:rPr>
                <w:rFonts w:ascii="Comic Sans MS" w:hAnsi="Comic Sans MS"/>
                <w:sz w:val="22"/>
              </w:rPr>
            </w:pPr>
            <w:r w:rsidRPr="007F3032">
              <w:rPr>
                <w:rFonts w:ascii="Comic Sans MS" w:hAnsi="Comic Sans MS"/>
                <w:sz w:val="18"/>
              </w:rPr>
              <w:t>(Always 1 quotation, sometimes 2)</w:t>
            </w:r>
          </w:p>
        </w:tc>
        <w:tc>
          <w:tcPr>
            <w:tcW w:w="2365" w:type="dxa"/>
          </w:tcPr>
          <w:p w14:paraId="74BFB528" w14:textId="77777777" w:rsidR="000A4FE3" w:rsidRDefault="007F3032" w:rsidP="000A4FE3">
            <w:pPr>
              <w:jc w:val="center"/>
              <w:rPr>
                <w:rFonts w:ascii="Comic Sans MS" w:hAnsi="Comic Sans MS"/>
                <w:sz w:val="22"/>
              </w:rPr>
            </w:pPr>
            <w:r w:rsidRPr="007F3032">
              <w:rPr>
                <w:rFonts w:ascii="Comic Sans MS" w:hAnsi="Comic Sans MS"/>
                <w:sz w:val="22"/>
              </w:rPr>
              <w:t>Explain</w:t>
            </w:r>
          </w:p>
          <w:p w14:paraId="7995AEDF" w14:textId="7EE90702" w:rsidR="000A4FE3" w:rsidRPr="001C3368" w:rsidRDefault="001C3368" w:rsidP="000A4FE3">
            <w:pPr>
              <w:rPr>
                <w:rFonts w:ascii="Comic Sans MS" w:hAnsi="Comic Sans MS"/>
                <w:sz w:val="18"/>
                <w:szCs w:val="18"/>
              </w:rPr>
            </w:pPr>
            <w:r w:rsidRPr="001C3368">
              <w:rPr>
                <w:rFonts w:ascii="Comic Sans MS" w:hAnsi="Comic Sans MS"/>
                <w:sz w:val="16"/>
                <w:szCs w:val="18"/>
              </w:rPr>
              <w:t>(Use PEEKE sheet to help)</w:t>
            </w:r>
          </w:p>
        </w:tc>
      </w:tr>
      <w:tr w:rsidR="007F3032" w:rsidRPr="007F3032" w14:paraId="4A9BA5B3" w14:textId="77777777" w:rsidTr="007F3032">
        <w:trPr>
          <w:trHeight w:val="4039"/>
        </w:trPr>
        <w:tc>
          <w:tcPr>
            <w:tcW w:w="2365" w:type="dxa"/>
          </w:tcPr>
          <w:p w14:paraId="285C91E7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  <w:r w:rsidRPr="000A4FE3">
              <w:rPr>
                <w:rFonts w:ascii="Comic Sans MS" w:hAnsi="Comic Sans MS"/>
                <w:b/>
              </w:rPr>
              <w:t xml:space="preserve">First </w:t>
            </w:r>
            <w:r>
              <w:rPr>
                <w:rFonts w:ascii="Comic Sans MS" w:hAnsi="Comic Sans MS"/>
              </w:rPr>
              <w:t xml:space="preserve">Paragraph: Explore </w:t>
            </w:r>
            <w:r w:rsidRPr="007F3032">
              <w:rPr>
                <w:rFonts w:ascii="Comic Sans MS" w:hAnsi="Comic Sans MS"/>
                <w:u w:val="single"/>
              </w:rPr>
              <w:t>language</w:t>
            </w:r>
          </w:p>
        </w:tc>
        <w:tc>
          <w:tcPr>
            <w:tcW w:w="2365" w:type="dxa"/>
          </w:tcPr>
          <w:p w14:paraId="02561061" w14:textId="77777777" w:rsidR="007F3032" w:rsidRPr="007F3032" w:rsidRDefault="000A4FE3" w:rsidP="007F30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Act 2 S</w:t>
            </w:r>
            <w:r w:rsidR="007F3032">
              <w:rPr>
                <w:rFonts w:ascii="Comic Sans MS" w:hAnsi="Comic Sans MS"/>
              </w:rPr>
              <w:t xml:space="preserve">cene 2, </w:t>
            </w:r>
            <w:r w:rsidR="007F3032" w:rsidRPr="007F3032">
              <w:rPr>
                <w:rFonts w:ascii="Comic Sans MS" w:hAnsi="Comic Sans MS"/>
              </w:rPr>
              <w:t>Shakespeare presents Juliet a</w:t>
            </w:r>
            <w:r w:rsidR="007F3032">
              <w:rPr>
                <w:rFonts w:ascii="Comic Sans MS" w:hAnsi="Comic Sans MS"/>
              </w:rPr>
              <w:t>s [insert feeling] and then later as [insert feeling]</w:t>
            </w:r>
          </w:p>
        </w:tc>
        <w:tc>
          <w:tcPr>
            <w:tcW w:w="2365" w:type="dxa"/>
          </w:tcPr>
          <w:p w14:paraId="3ABF1B53" w14:textId="77777777" w:rsidR="007F3032" w:rsidRPr="007F3032" w:rsidRDefault="007F3032" w:rsidP="007F3032">
            <w:pPr>
              <w:rPr>
                <w:rFonts w:ascii="Comic Sans MS" w:hAnsi="Comic Sans MS"/>
                <w:sz w:val="22"/>
              </w:rPr>
            </w:pPr>
            <w:r w:rsidRPr="007F3032">
              <w:rPr>
                <w:rFonts w:ascii="Comic Sans MS" w:hAnsi="Comic Sans MS"/>
                <w:sz w:val="22"/>
              </w:rPr>
              <w:t>“What’s Montague? It is nor hand nor foot/ Nor arm nor face or any other part/ Belonging to a man”</w:t>
            </w:r>
          </w:p>
          <w:p w14:paraId="508820EF" w14:textId="77777777" w:rsidR="007F3032" w:rsidRDefault="007F3032" w:rsidP="007F3032">
            <w:pPr>
              <w:rPr>
                <w:rFonts w:ascii="Comic Sans MS" w:hAnsi="Comic Sans MS"/>
                <w:sz w:val="22"/>
              </w:rPr>
            </w:pPr>
          </w:p>
          <w:p w14:paraId="1164633E" w14:textId="77777777" w:rsidR="007F3032" w:rsidRPr="007F3032" w:rsidRDefault="007F3032" w:rsidP="007F3032">
            <w:pPr>
              <w:rPr>
                <w:rFonts w:ascii="Comic Sans MS" w:hAnsi="Comic Sans MS"/>
                <w:sz w:val="22"/>
              </w:rPr>
            </w:pPr>
          </w:p>
          <w:p w14:paraId="53400303" w14:textId="77777777" w:rsidR="007F3032" w:rsidRPr="007F3032" w:rsidRDefault="007F3032" w:rsidP="007F3032">
            <w:pPr>
              <w:rPr>
                <w:rFonts w:ascii="Comic Sans MS" w:hAnsi="Comic Sans MS"/>
                <w:sz w:val="22"/>
              </w:rPr>
            </w:pPr>
            <w:r w:rsidRPr="007F3032">
              <w:rPr>
                <w:rFonts w:ascii="Comic Sans MS" w:hAnsi="Comic Sans MS"/>
                <w:sz w:val="22"/>
              </w:rPr>
              <w:t>“What satisfaction canst thou have tonight?”</w:t>
            </w:r>
          </w:p>
          <w:p w14:paraId="59C05A7D" w14:textId="77777777" w:rsidR="007F3032" w:rsidRDefault="007F3032" w:rsidP="007F3032">
            <w:pPr>
              <w:rPr>
                <w:rFonts w:ascii="Comic Sans MS" w:hAnsi="Comic Sans MS"/>
              </w:rPr>
            </w:pPr>
          </w:p>
          <w:p w14:paraId="435C436E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14:paraId="45939A84" w14:textId="77777777" w:rsidR="007F3032" w:rsidRPr="007F3032" w:rsidRDefault="007F3032" w:rsidP="007F3032">
            <w:pPr>
              <w:rPr>
                <w:rFonts w:ascii="Comic Sans MS" w:hAnsi="Comic Sans MS"/>
                <w:sz w:val="14"/>
              </w:rPr>
            </w:pPr>
            <w:bookmarkStart w:id="0" w:name="_GoBack"/>
            <w:bookmarkEnd w:id="0"/>
          </w:p>
        </w:tc>
      </w:tr>
      <w:tr w:rsidR="007F3032" w:rsidRPr="007F3032" w14:paraId="403635E0" w14:textId="77777777" w:rsidTr="007F3032">
        <w:trPr>
          <w:trHeight w:val="4039"/>
        </w:trPr>
        <w:tc>
          <w:tcPr>
            <w:tcW w:w="2365" w:type="dxa"/>
          </w:tcPr>
          <w:p w14:paraId="5030A582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  <w:r w:rsidRPr="000A4FE3">
              <w:rPr>
                <w:rFonts w:ascii="Comic Sans MS" w:hAnsi="Comic Sans MS"/>
                <w:b/>
              </w:rPr>
              <w:t>Second</w:t>
            </w:r>
            <w:r>
              <w:rPr>
                <w:rFonts w:ascii="Comic Sans MS" w:hAnsi="Comic Sans MS"/>
              </w:rPr>
              <w:t xml:space="preserve"> Paragraph: Explore </w:t>
            </w:r>
            <w:r w:rsidRPr="007F3032">
              <w:rPr>
                <w:rFonts w:ascii="Comic Sans MS" w:hAnsi="Comic Sans MS"/>
                <w:u w:val="single"/>
              </w:rPr>
              <w:t>structure</w:t>
            </w:r>
          </w:p>
        </w:tc>
        <w:tc>
          <w:tcPr>
            <w:tcW w:w="2365" w:type="dxa"/>
          </w:tcPr>
          <w:p w14:paraId="754A5220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Moreover, </w:t>
            </w:r>
            <w:r w:rsidRPr="007F3032">
              <w:rPr>
                <w:rFonts w:ascii="Comic Sans MS" w:hAnsi="Comic Sans MS"/>
              </w:rPr>
              <w:t>Shakespeare uses sentence length to sh</w:t>
            </w:r>
            <w:r w:rsidR="000A4FE3">
              <w:rPr>
                <w:rFonts w:ascii="Comic Sans MS" w:hAnsi="Comic Sans MS"/>
              </w:rPr>
              <w:t>ow how Juliet’s feelings change from [insert feeling] to [insert feeling]</w:t>
            </w:r>
          </w:p>
          <w:p w14:paraId="3F3D9707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14:paraId="38D7B5B2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14:paraId="46623273" w14:textId="77777777" w:rsidR="007F3032" w:rsidRPr="007F3032" w:rsidRDefault="007F3032" w:rsidP="000A4FE3">
            <w:pPr>
              <w:jc w:val="both"/>
              <w:rPr>
                <w:rFonts w:ascii="Comic Sans MS" w:hAnsi="Comic Sans MS"/>
                <w:i/>
                <w:sz w:val="14"/>
              </w:rPr>
            </w:pPr>
            <w:r w:rsidRPr="000A4FE3">
              <w:rPr>
                <w:rFonts w:ascii="Comic Sans MS" w:hAnsi="Comic Sans MS"/>
                <w:i/>
                <w:sz w:val="16"/>
              </w:rPr>
              <w:t>Hint: What is the difference in tone when Juliet uses short sentences compared to when she uses longer (complex/compound) sentences?</w:t>
            </w:r>
          </w:p>
        </w:tc>
      </w:tr>
      <w:tr w:rsidR="007F3032" w:rsidRPr="007F3032" w14:paraId="43ECAE45" w14:textId="77777777" w:rsidTr="007F3032">
        <w:trPr>
          <w:trHeight w:val="4191"/>
        </w:trPr>
        <w:tc>
          <w:tcPr>
            <w:tcW w:w="2365" w:type="dxa"/>
          </w:tcPr>
          <w:p w14:paraId="7ABDB2E1" w14:textId="77777777" w:rsidR="007F3032" w:rsidRDefault="007F3032" w:rsidP="000A4FE3">
            <w:pPr>
              <w:rPr>
                <w:rFonts w:ascii="Comic Sans MS" w:hAnsi="Comic Sans MS"/>
              </w:rPr>
            </w:pPr>
            <w:r w:rsidRPr="000A4FE3">
              <w:rPr>
                <w:rFonts w:ascii="Comic Sans MS" w:hAnsi="Comic Sans MS"/>
                <w:b/>
              </w:rPr>
              <w:t>Third</w:t>
            </w:r>
            <w:r>
              <w:rPr>
                <w:rFonts w:ascii="Comic Sans MS" w:hAnsi="Comic Sans MS"/>
              </w:rPr>
              <w:t xml:space="preserve"> Paragraph:</w:t>
            </w:r>
          </w:p>
          <w:p w14:paraId="5A846024" w14:textId="77777777" w:rsidR="006A43BF" w:rsidRDefault="000A4FE3" w:rsidP="000A4FE3">
            <w:pPr>
              <w:rPr>
                <w:rFonts w:ascii="Comic Sans MS" w:hAnsi="Comic Sans MS"/>
                <w:i/>
              </w:rPr>
            </w:pPr>
            <w:r w:rsidRPr="000A4FE3">
              <w:rPr>
                <w:rFonts w:ascii="Comic Sans MS" w:hAnsi="Comic Sans MS"/>
                <w:i/>
              </w:rPr>
              <w:t>Come up with your own paragraph on Language or Structure</w:t>
            </w:r>
            <w:r>
              <w:rPr>
                <w:rFonts w:ascii="Comic Sans MS" w:hAnsi="Comic Sans MS"/>
                <w:i/>
              </w:rPr>
              <w:t>.</w:t>
            </w:r>
          </w:p>
          <w:p w14:paraId="23692F67" w14:textId="77777777" w:rsidR="006A43BF" w:rsidRPr="006A43BF" w:rsidRDefault="006A43BF" w:rsidP="006A43BF">
            <w:pPr>
              <w:rPr>
                <w:rFonts w:ascii="Comic Sans MS" w:hAnsi="Comic Sans MS"/>
              </w:rPr>
            </w:pPr>
          </w:p>
          <w:p w14:paraId="154C5298" w14:textId="77777777" w:rsidR="006A43BF" w:rsidRPr="006A43BF" w:rsidRDefault="006A43BF" w:rsidP="006A43BF">
            <w:pPr>
              <w:rPr>
                <w:rFonts w:ascii="Comic Sans MS" w:hAnsi="Comic Sans MS"/>
              </w:rPr>
            </w:pPr>
          </w:p>
          <w:p w14:paraId="2C095255" w14:textId="77777777" w:rsidR="006A43BF" w:rsidRPr="006A43BF" w:rsidRDefault="006A43BF" w:rsidP="006A43BF">
            <w:pPr>
              <w:rPr>
                <w:rFonts w:ascii="Comic Sans MS" w:hAnsi="Comic Sans MS"/>
              </w:rPr>
            </w:pPr>
          </w:p>
          <w:p w14:paraId="7CA85ACC" w14:textId="77777777" w:rsidR="006A43BF" w:rsidRPr="006A43BF" w:rsidRDefault="006A43BF" w:rsidP="006A43BF">
            <w:pPr>
              <w:rPr>
                <w:rFonts w:ascii="Comic Sans MS" w:hAnsi="Comic Sans MS"/>
              </w:rPr>
            </w:pPr>
          </w:p>
          <w:p w14:paraId="61B02EBB" w14:textId="77777777" w:rsidR="006A43BF" w:rsidRPr="006A43BF" w:rsidRDefault="006A43BF" w:rsidP="006A43BF">
            <w:pPr>
              <w:rPr>
                <w:rFonts w:ascii="Comic Sans MS" w:hAnsi="Comic Sans MS"/>
              </w:rPr>
            </w:pPr>
          </w:p>
          <w:p w14:paraId="3EFDA80E" w14:textId="77777777" w:rsidR="006A43BF" w:rsidRDefault="006A43BF" w:rsidP="006A43BF">
            <w:pPr>
              <w:rPr>
                <w:rFonts w:ascii="Comic Sans MS" w:hAnsi="Comic Sans MS"/>
              </w:rPr>
            </w:pPr>
          </w:p>
          <w:p w14:paraId="2424FF0C" w14:textId="77777777" w:rsidR="000A4FE3" w:rsidRDefault="000A4FE3" w:rsidP="006A43BF">
            <w:pPr>
              <w:jc w:val="center"/>
              <w:rPr>
                <w:rFonts w:ascii="Comic Sans MS" w:hAnsi="Comic Sans MS"/>
              </w:rPr>
            </w:pPr>
          </w:p>
          <w:p w14:paraId="3A5940A8" w14:textId="77777777" w:rsidR="006A43BF" w:rsidRPr="006A43BF" w:rsidRDefault="006A43BF" w:rsidP="006A43BF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14:paraId="0D1249F2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14:paraId="11AB8562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14:paraId="7C28CA7A" w14:textId="77777777" w:rsidR="007F3032" w:rsidRPr="007F3032" w:rsidRDefault="007F3032" w:rsidP="007F3032">
            <w:pPr>
              <w:rPr>
                <w:rFonts w:ascii="Comic Sans MS" w:hAnsi="Comic Sans MS"/>
              </w:rPr>
            </w:pPr>
          </w:p>
        </w:tc>
      </w:tr>
    </w:tbl>
    <w:p w14:paraId="69E661F5" w14:textId="77777777" w:rsidR="006A43BF" w:rsidRDefault="006A43BF">
      <w:pPr>
        <w:rPr>
          <w:rFonts w:ascii="Comic Sans MS" w:hAnsi="Comic Sans MS"/>
          <w:u w:val="single"/>
        </w:rPr>
      </w:pPr>
      <w:r w:rsidRPr="006A43BF">
        <w:rPr>
          <w:rFonts w:ascii="Comic Sans MS" w:hAnsi="Comic Sans MS"/>
          <w:u w:val="single"/>
        </w:rPr>
        <w:lastRenderedPageBreak/>
        <w:t>Starter</w:t>
      </w:r>
    </w:p>
    <w:p w14:paraId="4648EC7D" w14:textId="77777777" w:rsidR="006A43BF" w:rsidRDefault="006A43BF">
      <w:pPr>
        <w:rPr>
          <w:rFonts w:ascii="Comic Sans MS" w:hAnsi="Comic Sans MS"/>
          <w:u w:val="single"/>
        </w:rPr>
      </w:pPr>
    </w:p>
    <w:p w14:paraId="76A5543E" w14:textId="77777777" w:rsidR="006A43BF" w:rsidRDefault="006A43BF" w:rsidP="006A43B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6A43BF">
        <w:rPr>
          <w:rFonts w:ascii="Comic Sans MS" w:hAnsi="Comic Sans MS"/>
        </w:rPr>
        <w:t>Read through the two worksheets given to you last week (both on Act 2 Scene 2).</w:t>
      </w:r>
    </w:p>
    <w:p w14:paraId="3F9DD0C0" w14:textId="77777777" w:rsidR="006A43BF" w:rsidRDefault="006A43BF" w:rsidP="006A43BF">
      <w:pPr>
        <w:pStyle w:val="ListParagraph"/>
        <w:rPr>
          <w:rFonts w:ascii="Comic Sans MS" w:hAnsi="Comic Sans MS"/>
        </w:rPr>
      </w:pPr>
    </w:p>
    <w:p w14:paraId="245E23E7" w14:textId="77777777" w:rsidR="006A43BF" w:rsidRPr="006A43BF" w:rsidRDefault="006A43BF" w:rsidP="006A43BF">
      <w:pPr>
        <w:pStyle w:val="ListParagraph"/>
        <w:rPr>
          <w:rFonts w:ascii="Comic Sans MS" w:hAnsi="Comic Sans MS"/>
        </w:rPr>
      </w:pPr>
    </w:p>
    <w:p w14:paraId="4A9419B4" w14:textId="77777777" w:rsidR="006A43BF" w:rsidRDefault="006A43BF" w:rsidP="006A43B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Read through your answers to the questions</w:t>
      </w:r>
      <w:r w:rsidRPr="006A43BF">
        <w:rPr>
          <w:rFonts w:ascii="Comic Sans MS" w:hAnsi="Comic Sans MS"/>
        </w:rPr>
        <w:t>.</w:t>
      </w:r>
    </w:p>
    <w:p w14:paraId="2EAADE7E" w14:textId="77777777" w:rsidR="006A43BF" w:rsidRDefault="006A43BF" w:rsidP="006A43BF">
      <w:pPr>
        <w:pStyle w:val="ListParagraph"/>
        <w:rPr>
          <w:rFonts w:ascii="Comic Sans MS" w:hAnsi="Comic Sans MS"/>
        </w:rPr>
      </w:pPr>
    </w:p>
    <w:p w14:paraId="6C2641EA" w14:textId="77777777" w:rsidR="006A43BF" w:rsidRDefault="006A43BF" w:rsidP="006A43BF">
      <w:pPr>
        <w:pStyle w:val="ListParagraph"/>
        <w:rPr>
          <w:rFonts w:ascii="Comic Sans MS" w:hAnsi="Comic Sans MS"/>
        </w:rPr>
      </w:pPr>
    </w:p>
    <w:p w14:paraId="12BBAC6A" w14:textId="77777777" w:rsidR="006A43BF" w:rsidRDefault="006A43BF" w:rsidP="006A43B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happens in Act 2 Scene </w:t>
      </w:r>
      <w:proofErr w:type="gramStart"/>
      <w:r>
        <w:rPr>
          <w:rFonts w:ascii="Comic Sans MS" w:hAnsi="Comic Sans MS"/>
        </w:rPr>
        <w:t>2.</w:t>
      </w:r>
      <w:proofErr w:type="gramEnd"/>
      <w:r>
        <w:rPr>
          <w:rFonts w:ascii="Comic Sans MS" w:hAnsi="Comic Sans MS"/>
        </w:rPr>
        <w:t xml:space="preserve"> Write a brief summary, using full sentences, in your book.</w:t>
      </w:r>
    </w:p>
    <w:p w14:paraId="44D22278" w14:textId="77777777" w:rsidR="006A43BF" w:rsidRDefault="006A43BF" w:rsidP="006A43BF">
      <w:pPr>
        <w:pStyle w:val="ListParagraph"/>
        <w:rPr>
          <w:rFonts w:ascii="Comic Sans MS" w:hAnsi="Comic Sans MS"/>
        </w:rPr>
      </w:pPr>
    </w:p>
    <w:p w14:paraId="4C8125C4" w14:textId="77777777" w:rsidR="006A43BF" w:rsidRPr="006A43BF" w:rsidRDefault="006A43BF" w:rsidP="006A43BF">
      <w:pPr>
        <w:pStyle w:val="ListParagraph"/>
        <w:rPr>
          <w:rFonts w:ascii="Comic Sans MS" w:hAnsi="Comic Sans MS"/>
          <w:i/>
        </w:rPr>
      </w:pPr>
      <w:r w:rsidRPr="006A43BF">
        <w:rPr>
          <w:rFonts w:ascii="Comic Sans MS" w:hAnsi="Comic Sans MS"/>
          <w:i/>
        </w:rPr>
        <w:t>Excellent Learners</w:t>
      </w:r>
      <w:r>
        <w:rPr>
          <w:rFonts w:ascii="Comic Sans MS" w:hAnsi="Comic Sans MS"/>
          <w:i/>
        </w:rPr>
        <w:t>: will</w:t>
      </w:r>
      <w:r w:rsidRPr="006A43BF">
        <w:rPr>
          <w:rFonts w:ascii="Comic Sans MS" w:hAnsi="Comic Sans MS"/>
          <w:i/>
        </w:rPr>
        <w:t xml:space="preserve"> embed </w:t>
      </w:r>
      <w:r>
        <w:rPr>
          <w:rFonts w:ascii="Comic Sans MS" w:hAnsi="Comic Sans MS"/>
          <w:i/>
        </w:rPr>
        <w:t>relevant</w:t>
      </w:r>
      <w:r w:rsidRPr="006A43BF">
        <w:rPr>
          <w:rFonts w:ascii="Comic Sans MS" w:hAnsi="Comic Sans MS"/>
          <w:i/>
        </w:rPr>
        <w:t xml:space="preserve"> quotations into </w:t>
      </w:r>
      <w:r>
        <w:rPr>
          <w:rFonts w:ascii="Comic Sans MS" w:hAnsi="Comic Sans MS"/>
          <w:i/>
        </w:rPr>
        <w:t>their summary.</w:t>
      </w:r>
    </w:p>
    <w:sectPr w:rsidR="006A43BF" w:rsidRPr="006A43BF" w:rsidSect="007F3032">
      <w:headerReference w:type="default" r:id="rId9"/>
      <w:footerReference w:type="default" r:id="rId10"/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4ABD7" w14:textId="77777777" w:rsidR="007F3032" w:rsidRDefault="007F3032" w:rsidP="007F3032">
      <w:r>
        <w:separator/>
      </w:r>
    </w:p>
  </w:endnote>
  <w:endnote w:type="continuationSeparator" w:id="0">
    <w:p w14:paraId="29C62F6F" w14:textId="77777777" w:rsidR="007F3032" w:rsidRDefault="007F3032" w:rsidP="007F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80653" w14:textId="77777777" w:rsidR="007F3032" w:rsidRPr="007F3032" w:rsidRDefault="007F3032" w:rsidP="007F3032">
    <w:pPr>
      <w:pStyle w:val="Footer"/>
      <w:rPr>
        <w:rFonts w:ascii="Comic Sans MS" w:hAnsi="Comic Sans MS"/>
      </w:rPr>
    </w:pPr>
    <w:r w:rsidRPr="007F3032">
      <w:rPr>
        <w:rFonts w:ascii="Comic Sans MS" w:hAnsi="Comic Sans MS"/>
        <w:lang w:val="en-US"/>
      </w:rPr>
      <w:t>Excellent Learners will: explain Shakespeare’s use of language/structure</w:t>
    </w:r>
  </w:p>
  <w:p w14:paraId="0C278675" w14:textId="77777777" w:rsidR="007F3032" w:rsidRPr="007F3032" w:rsidRDefault="007F3032" w:rsidP="007F3032">
    <w:pPr>
      <w:pStyle w:val="Footer"/>
      <w:rPr>
        <w:rFonts w:ascii="Comic Sans MS" w:hAnsi="Comic Sans MS"/>
      </w:rPr>
    </w:pPr>
    <w:r w:rsidRPr="007F3032">
      <w:rPr>
        <w:rFonts w:ascii="Comic Sans MS" w:hAnsi="Comic Sans MS"/>
        <w:lang w:val="en-US"/>
      </w:rPr>
      <w:t>Skilled Learners will: identify Shakespeare’s use of language/structure</w:t>
    </w:r>
  </w:p>
  <w:p w14:paraId="635DE3FC" w14:textId="77777777" w:rsidR="007F3032" w:rsidRDefault="007F30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2B7AF" w14:textId="77777777" w:rsidR="007F3032" w:rsidRDefault="007F3032" w:rsidP="007F3032">
      <w:r>
        <w:separator/>
      </w:r>
    </w:p>
  </w:footnote>
  <w:footnote w:type="continuationSeparator" w:id="0">
    <w:p w14:paraId="64CA769C" w14:textId="77777777" w:rsidR="007F3032" w:rsidRDefault="007F3032" w:rsidP="007F3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898B3" w14:textId="77777777" w:rsidR="007F3032" w:rsidRPr="007F3032" w:rsidRDefault="007F3032" w:rsidP="007F3032">
    <w:pPr>
      <w:pStyle w:val="Header"/>
      <w:jc w:val="center"/>
      <w:rPr>
        <w:rFonts w:ascii="Comic Sans MS" w:hAnsi="Comic Sans MS"/>
        <w:u w:val="single"/>
      </w:rPr>
    </w:pPr>
    <w:r w:rsidRPr="007F3032">
      <w:rPr>
        <w:rFonts w:ascii="Comic Sans MS" w:hAnsi="Comic Sans MS"/>
        <w:u w:val="single"/>
      </w:rPr>
      <w:t>Explore Shakespeare’s use of structure and language to show how Juliet’s feelings change in Act 2, Scene 2.</w:t>
    </w:r>
  </w:p>
  <w:p w14:paraId="3EE6C0CA" w14:textId="77777777" w:rsidR="007F3032" w:rsidRDefault="007F30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C51B8"/>
    <w:multiLevelType w:val="hybridMultilevel"/>
    <w:tmpl w:val="EFFC18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32"/>
    <w:rsid w:val="000A4FE3"/>
    <w:rsid w:val="001C3368"/>
    <w:rsid w:val="006A43BF"/>
    <w:rsid w:val="007F3032"/>
    <w:rsid w:val="00EE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."/>
  <w:listSeparator w:val=","/>
  <w14:docId w14:val="3BC104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30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032"/>
  </w:style>
  <w:style w:type="paragraph" w:styleId="Footer">
    <w:name w:val="footer"/>
    <w:basedOn w:val="Normal"/>
    <w:link w:val="FooterChar"/>
    <w:uiPriority w:val="99"/>
    <w:unhideWhenUsed/>
    <w:rsid w:val="007F30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032"/>
  </w:style>
  <w:style w:type="paragraph" w:styleId="ListParagraph">
    <w:name w:val="List Paragraph"/>
    <w:basedOn w:val="Normal"/>
    <w:uiPriority w:val="34"/>
    <w:qFormat/>
    <w:rsid w:val="006A43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30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032"/>
  </w:style>
  <w:style w:type="paragraph" w:styleId="Footer">
    <w:name w:val="footer"/>
    <w:basedOn w:val="Normal"/>
    <w:link w:val="FooterChar"/>
    <w:uiPriority w:val="99"/>
    <w:unhideWhenUsed/>
    <w:rsid w:val="007F30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032"/>
  </w:style>
  <w:style w:type="paragraph" w:styleId="ListParagraph">
    <w:name w:val="List Paragraph"/>
    <w:basedOn w:val="Normal"/>
    <w:uiPriority w:val="34"/>
    <w:qFormat/>
    <w:rsid w:val="006A43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4AE55B-23D1-441A-83D0-0632F6CC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B214A65A</Template>
  <TotalTime>34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Amess</dc:creator>
  <cp:keywords/>
  <dc:description/>
  <cp:lastModifiedBy>Michael Amess</cp:lastModifiedBy>
  <cp:revision>3</cp:revision>
  <cp:lastPrinted>2016-03-03T07:41:00Z</cp:lastPrinted>
  <dcterms:created xsi:type="dcterms:W3CDTF">2016-03-02T17:53:00Z</dcterms:created>
  <dcterms:modified xsi:type="dcterms:W3CDTF">2016-03-03T07:42:00Z</dcterms:modified>
</cp:coreProperties>
</file>